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0EB5CB7B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601D">
        <w:rPr>
          <w:rFonts w:ascii="Corbel" w:hAnsi="Corbel"/>
          <w:i/>
          <w:smallCaps/>
          <w:sz w:val="24"/>
          <w:szCs w:val="24"/>
        </w:rPr>
        <w:t>2019-2022</w:t>
      </w:r>
    </w:p>
    <w:p w14:paraId="4CBF5D6C" w14:textId="1710FEC1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84601D">
        <w:rPr>
          <w:rFonts w:ascii="Corbel" w:hAnsi="Corbel"/>
          <w:sz w:val="20"/>
          <w:szCs w:val="20"/>
        </w:rPr>
        <w:t>1</w:t>
      </w:r>
      <w:r w:rsidR="00002DA8">
        <w:rPr>
          <w:rFonts w:ascii="Corbel" w:hAnsi="Corbel"/>
          <w:sz w:val="20"/>
          <w:szCs w:val="20"/>
        </w:rPr>
        <w:t>/202</w:t>
      </w:r>
      <w:r w:rsidR="0084601D">
        <w:rPr>
          <w:rFonts w:ascii="Corbel" w:hAnsi="Corbel"/>
          <w:sz w:val="20"/>
          <w:szCs w:val="20"/>
        </w:rPr>
        <w:t>2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777777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E/I/EP/C-1.8a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77777777" w:rsidR="0085747A" w:rsidRPr="009C54AE" w:rsidRDefault="0017512A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543DF986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57094" w14:textId="77777777" w:rsidR="004D0BD2" w:rsidRPr="009C54AE" w:rsidRDefault="004D0BD2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0D48C70C" w14:textId="77777777" w:rsidR="00C85D64" w:rsidRDefault="00C85D64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8E4A63" w14:textId="685B2FE1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77777777" w:rsidR="004D0BD2" w:rsidRPr="00D42568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7366E" w14:textId="77777777" w:rsidR="00D117D0" w:rsidRDefault="00D117D0" w:rsidP="00C16ABF">
      <w:pPr>
        <w:spacing w:after="0" w:line="240" w:lineRule="auto"/>
      </w:pPr>
      <w:r>
        <w:separator/>
      </w:r>
    </w:p>
  </w:endnote>
  <w:endnote w:type="continuationSeparator" w:id="0">
    <w:p w14:paraId="6A21CDED" w14:textId="77777777" w:rsidR="00D117D0" w:rsidRDefault="00D117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A122D" w14:textId="77777777" w:rsidR="00D117D0" w:rsidRDefault="00D117D0" w:rsidP="00C16ABF">
      <w:pPr>
        <w:spacing w:after="0" w:line="240" w:lineRule="auto"/>
      </w:pPr>
      <w:r>
        <w:separator/>
      </w:r>
    </w:p>
  </w:footnote>
  <w:footnote w:type="continuationSeparator" w:id="0">
    <w:p w14:paraId="309DFBA2" w14:textId="77777777" w:rsidR="00D117D0" w:rsidRDefault="00D117D0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743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707E"/>
    <w:rsid w:val="008449B3"/>
    <w:rsid w:val="0084601D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D64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7D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FD1562-FA99-4DF6-B956-359FAEE92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E2ADE8-916B-4587-961D-CF448586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871</Words>
  <Characters>5229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2020-09-30T13:29:00Z</dcterms:created>
  <dcterms:modified xsi:type="dcterms:W3CDTF">2020-12-09T10:32:00Z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